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73FBC" w14:paraId="2BFD3A36" w14:textId="77777777" w:rsidTr="00AA1123">
        <w:tc>
          <w:tcPr>
            <w:tcW w:w="2689" w:type="dxa"/>
          </w:tcPr>
          <w:p w14:paraId="25891DDF" w14:textId="77777777" w:rsidR="00373FBC" w:rsidRPr="00373FBC" w:rsidRDefault="00373FBC" w:rsidP="00373FBC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184BB8CC" w14:textId="77777777" w:rsidR="00373FBC" w:rsidRPr="00373FBC" w:rsidRDefault="00373FBC" w:rsidP="00373FBC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373FBC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47BDACF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2A22F1D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4132D8D7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F36199">
              <w:t>20</w:t>
            </w:r>
            <w:r w:rsidR="00A37E76">
              <w:t>4</w:t>
            </w:r>
          </w:p>
        </w:tc>
        <w:tc>
          <w:tcPr>
            <w:tcW w:w="3604" w:type="pct"/>
            <w:shd w:val="clear" w:color="auto" w:fill="auto"/>
          </w:tcPr>
          <w:p w14:paraId="68240ED7" w14:textId="3059B46C" w:rsidR="00F1480E" w:rsidRPr="000754EC" w:rsidRDefault="00A37E76" w:rsidP="000754EC">
            <w:pPr>
              <w:pStyle w:val="SIUnittitle"/>
            </w:pPr>
            <w:r>
              <w:t>Lay paving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3FE300" w14:textId="32DF6806" w:rsidR="00A37E76" w:rsidRPr="00A37E76" w:rsidRDefault="00A37E76" w:rsidP="00A37E76">
            <w:pPr>
              <w:pStyle w:val="SIText"/>
            </w:pPr>
            <w:r w:rsidRPr="00A37E76">
              <w:t xml:space="preserve">This unit of competency describes the skills and knowledge required to lay modular paving in landscape </w:t>
            </w:r>
            <w:r w:rsidR="002466C4">
              <w:t>settings, including preparing for work, setting out paving area, ground preparation, laying bedding material and pavers, and cleaning up site</w:t>
            </w:r>
            <w:r w:rsidRPr="00A37E76">
              <w:t>.</w:t>
            </w:r>
          </w:p>
          <w:p w14:paraId="2CF42049" w14:textId="77777777" w:rsidR="00A37E76" w:rsidRPr="00A37E76" w:rsidRDefault="00A37E76" w:rsidP="00A37E76">
            <w:pPr>
              <w:pStyle w:val="SIText"/>
            </w:pPr>
          </w:p>
          <w:p w14:paraId="2C876D95" w14:textId="03B095E8" w:rsidR="00A37E76" w:rsidRPr="00A37E76" w:rsidRDefault="00A37E76" w:rsidP="00A37E76">
            <w:pPr>
              <w:pStyle w:val="SIText"/>
            </w:pPr>
            <w:r w:rsidRPr="00A37E76">
              <w:t>Th</w:t>
            </w:r>
            <w:r w:rsidR="002466C4">
              <w:t>e</w:t>
            </w:r>
            <w:r w:rsidRPr="00A37E76">
              <w:t xml:space="preserve"> unit applies to individuals who </w:t>
            </w:r>
            <w:r w:rsidR="002466C4">
              <w:t>lay paving</w:t>
            </w:r>
            <w:r w:rsidRPr="00A37E76">
              <w:t xml:space="preserve"> under general supervision </w:t>
            </w:r>
            <w:r w:rsidR="002466C4">
              <w:t>with</w:t>
            </w:r>
            <w:r w:rsidRPr="00A37E76">
              <w:t xml:space="preserve"> limited autonomy </w:t>
            </w:r>
            <w:r w:rsidR="002466C4">
              <w:t>or</w:t>
            </w:r>
            <w:r w:rsidRPr="00A37E76">
              <w:t xml:space="preserve"> accountability.</w:t>
            </w:r>
          </w:p>
          <w:p w14:paraId="6283B788" w14:textId="77777777" w:rsidR="00A37E76" w:rsidRPr="00A37E76" w:rsidRDefault="00A37E76" w:rsidP="00A37E76">
            <w:pPr>
              <w:pStyle w:val="SIText"/>
            </w:pPr>
          </w:p>
          <w:p w14:paraId="034C6C33" w14:textId="77D483D5" w:rsidR="00373436" w:rsidRPr="000754EC" w:rsidRDefault="00A37E76" w:rsidP="00A37E76">
            <w:pPr>
              <w:pStyle w:val="SIText"/>
            </w:pPr>
            <w:r w:rsidRPr="00A37E76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E25E104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37E76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B730C31" w:rsidR="00A37E76" w:rsidRPr="00A37E76" w:rsidRDefault="00A37E76" w:rsidP="00A37E76">
            <w:pPr>
              <w:pStyle w:val="SIText"/>
            </w:pPr>
            <w:r w:rsidRPr="00A37E76">
              <w:t>1. Plan and prepare for paving work</w:t>
            </w:r>
          </w:p>
        </w:tc>
        <w:tc>
          <w:tcPr>
            <w:tcW w:w="3604" w:type="pct"/>
            <w:shd w:val="clear" w:color="auto" w:fill="auto"/>
          </w:tcPr>
          <w:p w14:paraId="469A88BB" w14:textId="5BB7AD95" w:rsidR="00A37E76" w:rsidRPr="00A37E76" w:rsidRDefault="00A37E76" w:rsidP="00A7778B">
            <w:pPr>
              <w:pStyle w:val="SIText"/>
            </w:pPr>
            <w:r w:rsidRPr="00A37E76">
              <w:t xml:space="preserve">1.1 </w:t>
            </w:r>
            <w:r w:rsidR="002466C4">
              <w:t>Read</w:t>
            </w:r>
            <w:r w:rsidR="002466C4" w:rsidRPr="00A37E76">
              <w:t xml:space="preserve"> </w:t>
            </w:r>
            <w:r w:rsidRPr="00A37E76">
              <w:t xml:space="preserve">work instructions </w:t>
            </w:r>
            <w:r w:rsidR="002466C4">
              <w:t xml:space="preserve">relating to paving work and confirm </w:t>
            </w:r>
            <w:r w:rsidRPr="00A37E76">
              <w:t>with supervisor</w:t>
            </w:r>
          </w:p>
          <w:p w14:paraId="317C3F02" w14:textId="7D1DF48E" w:rsidR="00A37E76" w:rsidRPr="00A37E76" w:rsidRDefault="00A37E76" w:rsidP="00A37E76">
            <w:r w:rsidRPr="00A37E76">
              <w:t xml:space="preserve">1.2 Prepare </w:t>
            </w:r>
            <w:r w:rsidR="002466C4">
              <w:t xml:space="preserve">and use </w:t>
            </w:r>
            <w:r w:rsidRPr="00A37E76">
              <w:t>tools and equipment</w:t>
            </w:r>
            <w:r w:rsidR="002466C4">
              <w:t xml:space="preserve"> according to supervisor instructions</w:t>
            </w:r>
          </w:p>
          <w:p w14:paraId="75F1B020" w14:textId="2402227D" w:rsidR="00A37E76" w:rsidRPr="00A37E76" w:rsidRDefault="00A37E76" w:rsidP="00B71499">
            <w:r w:rsidRPr="00A37E76">
              <w:t xml:space="preserve">1.3 Check </w:t>
            </w:r>
            <w:r w:rsidR="00B71499">
              <w:t>and confirm</w:t>
            </w:r>
            <w:r w:rsidRPr="00A37E76">
              <w:t xml:space="preserve"> quantity and quality of materials </w:t>
            </w:r>
            <w:r w:rsidR="00A7778B">
              <w:t xml:space="preserve">according </w:t>
            </w:r>
            <w:r w:rsidRPr="00A37E76">
              <w:t>to job plan</w:t>
            </w:r>
            <w:r w:rsidR="00A7778B">
              <w:t xml:space="preserve"> requirement</w:t>
            </w:r>
            <w:r w:rsidRPr="00A37E76">
              <w:t>s</w:t>
            </w:r>
          </w:p>
          <w:p w14:paraId="52768D29" w14:textId="00F1CAD7" w:rsidR="00A37E76" w:rsidRDefault="00A37E76" w:rsidP="00A37E76">
            <w:r w:rsidRPr="00A37E76">
              <w:t>1.</w:t>
            </w:r>
            <w:r w:rsidR="00B71499">
              <w:t>4</w:t>
            </w:r>
            <w:r w:rsidRPr="00A37E76">
              <w:t xml:space="preserve"> Identify work</w:t>
            </w:r>
            <w:r w:rsidR="00A7778B">
              <w:t>place</w:t>
            </w:r>
            <w:r w:rsidRPr="00A37E76">
              <w:t xml:space="preserve"> health and safety hazards, assess</w:t>
            </w:r>
            <w:r w:rsidR="00477E33">
              <w:t>ed</w:t>
            </w:r>
            <w:r w:rsidRPr="00A37E76">
              <w:t xml:space="preserve"> risks and report to supervisor</w:t>
            </w:r>
          </w:p>
          <w:p w14:paraId="1696B99B" w14:textId="3E30375F" w:rsidR="00B71499" w:rsidRPr="00A37E76" w:rsidRDefault="00B71499" w:rsidP="00B71499">
            <w:r>
              <w:t xml:space="preserve">1.5 </w:t>
            </w:r>
            <w:r w:rsidRPr="00A37E76">
              <w:t xml:space="preserve">Select, </w:t>
            </w:r>
            <w:r w:rsidR="00A7778B">
              <w:t xml:space="preserve">fit, </w:t>
            </w:r>
            <w:proofErr w:type="gramStart"/>
            <w:r w:rsidRPr="00A37E76">
              <w:t>use</w:t>
            </w:r>
            <w:proofErr w:type="gramEnd"/>
            <w:r w:rsidRPr="00A37E76">
              <w:t xml:space="preserve"> and maintain personal protective equipment (PPE) a</w:t>
            </w:r>
            <w:r w:rsidR="00A7778B">
              <w:t>pplicable to task</w:t>
            </w:r>
          </w:p>
        </w:tc>
      </w:tr>
      <w:tr w:rsidR="00A37E76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9FA1B20" w:rsidR="00A37E76" w:rsidRPr="00A37E76" w:rsidRDefault="00A37E76" w:rsidP="00A37E76">
            <w:pPr>
              <w:pStyle w:val="SIText"/>
            </w:pPr>
            <w:r w:rsidRPr="00A37E76">
              <w:t>2. Set out and prepare paving area</w:t>
            </w:r>
          </w:p>
        </w:tc>
        <w:tc>
          <w:tcPr>
            <w:tcW w:w="3604" w:type="pct"/>
            <w:shd w:val="clear" w:color="auto" w:fill="auto"/>
          </w:tcPr>
          <w:p w14:paraId="11703298" w14:textId="77777777" w:rsidR="00A37E76" w:rsidRPr="00A37E76" w:rsidRDefault="00A37E76" w:rsidP="00A37E76">
            <w:r w:rsidRPr="00A37E76">
              <w:t>2.1 Mark out the area to be paved according to site plan</w:t>
            </w:r>
          </w:p>
          <w:p w14:paraId="15398E06" w14:textId="187E9F44" w:rsidR="00A37E76" w:rsidRDefault="00A37E76" w:rsidP="00A37E76">
            <w:pPr>
              <w:pStyle w:val="SIText"/>
            </w:pPr>
            <w:r w:rsidRPr="00A37E76">
              <w:t>2.2 Assist with pegging the reduced levels of the proposed paving area according to site plan and supervisor instructions</w:t>
            </w:r>
          </w:p>
          <w:p w14:paraId="6BB72E57" w14:textId="32C5201F" w:rsidR="00DB4956" w:rsidRPr="00A37E76" w:rsidRDefault="00DB4956" w:rsidP="00A37E76">
            <w:pPr>
              <w:pStyle w:val="SIText"/>
            </w:pPr>
            <w:r>
              <w:t>2.3 Maintain clean and safe worksite during paving activities</w:t>
            </w:r>
          </w:p>
        </w:tc>
      </w:tr>
      <w:tr w:rsidR="00A37E76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62C6E38" w:rsidR="00A37E76" w:rsidRPr="00A37E76" w:rsidRDefault="00A37E76" w:rsidP="00A37E76">
            <w:pPr>
              <w:pStyle w:val="SIText"/>
            </w:pPr>
            <w:r w:rsidRPr="00A37E76">
              <w:t>3. Undertake ground preparation</w:t>
            </w:r>
          </w:p>
        </w:tc>
        <w:tc>
          <w:tcPr>
            <w:tcW w:w="3604" w:type="pct"/>
            <w:shd w:val="clear" w:color="auto" w:fill="auto"/>
          </w:tcPr>
          <w:p w14:paraId="34E634E8" w14:textId="77777777" w:rsidR="00A37E76" w:rsidRPr="00A37E76" w:rsidRDefault="00A37E76" w:rsidP="00A37E76">
            <w:r w:rsidRPr="00A37E76">
              <w:t>3.1 Excavate the area to shape, depth and dimensions to sub-base level</w:t>
            </w:r>
          </w:p>
          <w:p w14:paraId="7E8871B5" w14:textId="4CB0B0C5" w:rsidR="00A37E76" w:rsidRPr="00A37E76" w:rsidRDefault="00A37E76" w:rsidP="00A37E76">
            <w:r w:rsidRPr="00A37E76">
              <w:t>3.2 Trim the subbase to the designated level and falls to ensure that the final level of paving can be achieved</w:t>
            </w:r>
          </w:p>
          <w:p w14:paraId="537F2D41" w14:textId="63C9F11C" w:rsidR="00A37E76" w:rsidRPr="00A37E76" w:rsidRDefault="00A37E76" w:rsidP="00A37E76">
            <w:r w:rsidRPr="00A37E76">
              <w:t xml:space="preserve">3.3 </w:t>
            </w:r>
            <w:r w:rsidR="00751C5B">
              <w:t>Assist with c</w:t>
            </w:r>
            <w:r w:rsidRPr="00A37E76">
              <w:t>onstruct</w:t>
            </w:r>
            <w:r w:rsidR="00751C5B">
              <w:t>ion of</w:t>
            </w:r>
            <w:r w:rsidRPr="00A37E76">
              <w:t xml:space="preserve"> drainage systems according to site plan</w:t>
            </w:r>
          </w:p>
          <w:p w14:paraId="7C104250" w14:textId="3C7BB7FF" w:rsidR="00A37E76" w:rsidRPr="00A37E76" w:rsidRDefault="00A37E76" w:rsidP="00A37E76">
            <w:pPr>
              <w:pStyle w:val="SIText"/>
            </w:pPr>
            <w:r w:rsidRPr="00A37E76">
              <w:t xml:space="preserve">3.4 Place and compact base material to the required </w:t>
            </w:r>
            <w:r w:rsidR="00A1556D" w:rsidRPr="00A37E76">
              <w:t>depth</w:t>
            </w:r>
            <w:r w:rsidR="00A1556D">
              <w:t xml:space="preserve"> according to site plan</w:t>
            </w:r>
          </w:p>
        </w:tc>
      </w:tr>
      <w:tr w:rsidR="00A37E76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582F2F16" w:rsidR="00A37E76" w:rsidRPr="00A37E76" w:rsidRDefault="00A37E76" w:rsidP="00A37E76">
            <w:pPr>
              <w:pStyle w:val="SIText"/>
            </w:pPr>
            <w:r w:rsidRPr="00A37E76">
              <w:t>4. Lay bedding material</w:t>
            </w:r>
          </w:p>
        </w:tc>
        <w:tc>
          <w:tcPr>
            <w:tcW w:w="3604" w:type="pct"/>
            <w:shd w:val="clear" w:color="auto" w:fill="auto"/>
          </w:tcPr>
          <w:p w14:paraId="7ADC62D0" w14:textId="77777777" w:rsidR="00A37E76" w:rsidRPr="00A37E76" w:rsidRDefault="00A37E76" w:rsidP="00A37E76">
            <w:r w:rsidRPr="00A37E76">
              <w:t>4.1 Establish screed rails to ensure the bedding course is maintained</w:t>
            </w:r>
          </w:p>
          <w:p w14:paraId="73C7BFB1" w14:textId="1A11F6B1" w:rsidR="00A37E76" w:rsidRPr="00A37E76" w:rsidRDefault="00A37E76" w:rsidP="00A37E76">
            <w:r w:rsidRPr="00A37E76">
              <w:t xml:space="preserve">4.2 Spread bedding material </w:t>
            </w:r>
            <w:r w:rsidR="00A1556D">
              <w:t>evenly</w:t>
            </w:r>
            <w:r w:rsidRPr="00A37E76">
              <w:t xml:space="preserve"> over the area</w:t>
            </w:r>
            <w:r w:rsidR="00A1556D">
              <w:t xml:space="preserve"> according to supervisor instructions</w:t>
            </w:r>
          </w:p>
          <w:p w14:paraId="46697E37" w14:textId="5111EC80" w:rsidR="00A37E76" w:rsidRPr="00A37E76" w:rsidRDefault="00A37E76" w:rsidP="00A37E76">
            <w:r w:rsidRPr="00A37E76">
              <w:t>4.3 Level bedding material to the designated level and falls</w:t>
            </w:r>
          </w:p>
        </w:tc>
      </w:tr>
      <w:tr w:rsidR="00A37E76" w:rsidRPr="00963A46" w14:paraId="23021A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78F740" w14:textId="2D8B8BA8" w:rsidR="00A37E76" w:rsidRPr="00A37E76" w:rsidRDefault="00A37E76" w:rsidP="00A37E76">
            <w:pPr>
              <w:pStyle w:val="SIText"/>
            </w:pPr>
            <w:r w:rsidRPr="00A37E76">
              <w:t>5. Lay pavers to a given pattern</w:t>
            </w:r>
          </w:p>
        </w:tc>
        <w:tc>
          <w:tcPr>
            <w:tcW w:w="3604" w:type="pct"/>
            <w:shd w:val="clear" w:color="auto" w:fill="auto"/>
          </w:tcPr>
          <w:p w14:paraId="19F4CEFB" w14:textId="77777777" w:rsidR="00A37E76" w:rsidRPr="00A37E76" w:rsidRDefault="00A37E76" w:rsidP="00A37E76">
            <w:r w:rsidRPr="00A37E76">
              <w:t>5.1 Set grid string lines to required levels to ensure the designated pattern of the project is attained and to maintain straight lines of components</w:t>
            </w:r>
          </w:p>
          <w:p w14:paraId="5FB5290E" w14:textId="77777777" w:rsidR="00A37E76" w:rsidRPr="00A37E76" w:rsidRDefault="00A37E76" w:rsidP="00A37E76">
            <w:r w:rsidRPr="00A37E76">
              <w:t>5.2 Set out pavers to the required dimensions and pattern</w:t>
            </w:r>
          </w:p>
          <w:p w14:paraId="43F4EEEE" w14:textId="77777777" w:rsidR="00A37E76" w:rsidRPr="00A37E76" w:rsidRDefault="00A37E76" w:rsidP="00A37E76">
            <w:r w:rsidRPr="00A37E76">
              <w:t>5.3 Lay whole pavers and compact to the established finish level</w:t>
            </w:r>
          </w:p>
          <w:p w14:paraId="267EE911" w14:textId="77777777" w:rsidR="00A37E76" w:rsidRPr="00A37E76" w:rsidRDefault="00A37E76" w:rsidP="00A37E76">
            <w:r w:rsidRPr="00A37E76">
              <w:t>5.4 Mark, cut and fit pavers to fill gaps in the pattern within nominated tolerances</w:t>
            </w:r>
          </w:p>
          <w:p w14:paraId="6DC00B63" w14:textId="77777777" w:rsidR="00A37E76" w:rsidRPr="00A37E76" w:rsidRDefault="00A37E76" w:rsidP="00A37E76">
            <w:r w:rsidRPr="00A37E76">
              <w:t>5.5 Install permanent edge constraints to prevent movement of pavers</w:t>
            </w:r>
          </w:p>
          <w:p w14:paraId="43B21CA7" w14:textId="1324D61A" w:rsidR="00A37E76" w:rsidRPr="00A37E76" w:rsidRDefault="00A37E76" w:rsidP="00A37E76">
            <w:r w:rsidRPr="00A37E76">
              <w:t xml:space="preserve">5.6 Spread </w:t>
            </w:r>
            <w:r w:rsidR="00A1556D">
              <w:t>jointing material over</w:t>
            </w:r>
            <w:r w:rsidRPr="00A37E76">
              <w:t xml:space="preserve"> paved area and compact to the finished level</w:t>
            </w:r>
          </w:p>
        </w:tc>
      </w:tr>
      <w:tr w:rsidR="00A37E76" w:rsidRPr="00963A46" w14:paraId="53CCA6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8D1906" w14:textId="3D1B388B" w:rsidR="00A37E76" w:rsidRPr="00A37E76" w:rsidRDefault="00A37E76" w:rsidP="00A37E76">
            <w:pPr>
              <w:pStyle w:val="SIText"/>
            </w:pPr>
            <w:r w:rsidRPr="00A37E76">
              <w:lastRenderedPageBreak/>
              <w:t>6. Clean site and store tools and equipment</w:t>
            </w:r>
          </w:p>
        </w:tc>
        <w:tc>
          <w:tcPr>
            <w:tcW w:w="3604" w:type="pct"/>
            <w:shd w:val="clear" w:color="auto" w:fill="auto"/>
          </w:tcPr>
          <w:p w14:paraId="585503A3" w14:textId="07365893" w:rsidR="00A37E76" w:rsidRPr="00A37E76" w:rsidRDefault="00A37E76" w:rsidP="00A37E76">
            <w:r w:rsidRPr="00A37E76">
              <w:t xml:space="preserve">6.1 Sweep </w:t>
            </w:r>
            <w:r w:rsidR="00A1556D">
              <w:t xml:space="preserve">jointing material evenly over </w:t>
            </w:r>
            <w:r w:rsidRPr="00A37E76">
              <w:t>paving</w:t>
            </w:r>
          </w:p>
          <w:p w14:paraId="50796792" w14:textId="4AF0AA90" w:rsidR="00A37E76" w:rsidRPr="00A37E76" w:rsidRDefault="00A37E76" w:rsidP="00A37E76">
            <w:r w:rsidRPr="00A37E76">
              <w:t>6.2 Dispose of or recycle soil and waste material from the site</w:t>
            </w:r>
          </w:p>
          <w:p w14:paraId="3027566F" w14:textId="0DCC21C5" w:rsidR="00A37E76" w:rsidRDefault="00A37E76" w:rsidP="00A37E76">
            <w:r w:rsidRPr="00A37E76">
              <w:t>6.3 Clean</w:t>
            </w:r>
            <w:r w:rsidR="00477E33">
              <w:t>, maintain</w:t>
            </w:r>
            <w:r w:rsidRPr="00A37E76">
              <w:t xml:space="preserve"> and store tools and equipment</w:t>
            </w:r>
          </w:p>
          <w:p w14:paraId="3805DBC3" w14:textId="395870EA" w:rsidR="00477E33" w:rsidRPr="00A37E76" w:rsidRDefault="00477E33" w:rsidP="00A37E76">
            <w:r>
              <w:t xml:space="preserve">6.4 Report work outcomes, and malfunctions, faults, </w:t>
            </w:r>
            <w:proofErr w:type="gramStart"/>
            <w:r>
              <w:t>wear</w:t>
            </w:r>
            <w:proofErr w:type="gramEnd"/>
            <w:r>
              <w:t xml:space="preserve"> or damage of tools to supervisor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77E33" w:rsidRPr="00336FCA" w:rsidDel="00423CB2" w14:paraId="1D3AF5EE" w14:textId="77777777" w:rsidTr="00CA2922">
        <w:tc>
          <w:tcPr>
            <w:tcW w:w="1396" w:type="pct"/>
          </w:tcPr>
          <w:p w14:paraId="16ED7E97" w14:textId="19DE9BAA" w:rsidR="00477E33" w:rsidRPr="00477E33" w:rsidRDefault="00477E33" w:rsidP="00477E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77E33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6FADBD68" w14:textId="16D42DD8" w:rsidR="00477E33" w:rsidRPr="00BB49EF" w:rsidRDefault="00477E33" w:rsidP="00C545D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77E33">
              <w:rPr>
                <w:rStyle w:val="SITemporaryText-red"/>
                <w:color w:val="auto"/>
                <w:sz w:val="20"/>
              </w:rPr>
              <w:t xml:space="preserve">Use clear </w:t>
            </w:r>
            <w:r w:rsidRPr="00C545DC">
              <w:rPr>
                <w:rStyle w:val="SITemporaryText-red"/>
                <w:color w:val="auto"/>
                <w:sz w:val="20"/>
              </w:rPr>
              <w:t xml:space="preserve">language </w:t>
            </w:r>
            <w:r w:rsidR="00C545DC" w:rsidRPr="00C545DC">
              <w:rPr>
                <w:rStyle w:val="SITemporaryText-red"/>
                <w:rFonts w:eastAsia="Calibri"/>
                <w:color w:val="auto"/>
                <w:sz w:val="20"/>
              </w:rPr>
              <w:t xml:space="preserve">and standard industry terminology </w:t>
            </w:r>
            <w:r w:rsidRPr="00C545DC">
              <w:rPr>
                <w:rStyle w:val="SITemporaryText-red"/>
                <w:color w:val="auto"/>
                <w:sz w:val="20"/>
              </w:rPr>
              <w:t>to report malfunctions, faults wear or damage to tools</w:t>
            </w:r>
          </w:p>
          <w:p w14:paraId="0F32718D" w14:textId="2BB17D82" w:rsidR="00477E33" w:rsidRPr="00477E33" w:rsidRDefault="00477E33" w:rsidP="00800AC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77E33">
              <w:rPr>
                <w:rStyle w:val="SITemporaryText-red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90928" w:rsidRPr="00C90928" w14:paraId="7449DA1D" w14:textId="77777777" w:rsidTr="00F33FF2">
        <w:tc>
          <w:tcPr>
            <w:tcW w:w="1028" w:type="pct"/>
          </w:tcPr>
          <w:p w14:paraId="7D3C792D" w14:textId="77777777" w:rsidR="00C90928" w:rsidRPr="00C90928" w:rsidRDefault="00C90928" w:rsidP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AHCLSC204 lay paving</w:t>
            </w:r>
          </w:p>
          <w:p w14:paraId="09E49E25" w14:textId="6FB6C5D5" w:rsidR="00C90928" w:rsidRPr="00C90928" w:rsidRDefault="00C90928" w:rsidP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Release 2</w:t>
            </w:r>
          </w:p>
        </w:tc>
        <w:tc>
          <w:tcPr>
            <w:tcW w:w="1105" w:type="pct"/>
          </w:tcPr>
          <w:p w14:paraId="410082D1" w14:textId="77777777" w:rsidR="00C90928" w:rsidRPr="00C90928" w:rsidRDefault="00C90928" w:rsidP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AHCLSC204 lay paving</w:t>
            </w:r>
          </w:p>
          <w:p w14:paraId="2293AA64" w14:textId="413259D6" w:rsidR="00C90928" w:rsidRPr="00C90928" w:rsidRDefault="00C90928" w:rsidP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67B68E88" w14:textId="77777777" w:rsidR="00C90928" w:rsidRPr="00C90928" w:rsidRDefault="00C90928" w:rsidP="00800AC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6186DCA2" w14:textId="77777777" w:rsidR="00C90928" w:rsidRPr="00C90928" w:rsidRDefault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0DCB1BE8" w14:textId="77777777" w:rsidR="00C90928" w:rsidRPr="00C90928" w:rsidRDefault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43FA39B8" w:rsidR="00C90928" w:rsidRPr="00C90928" w:rsidRDefault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718528A6" w:rsidR="00C90928" w:rsidRPr="00C90928" w:rsidRDefault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723056AE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0C880A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37E76" w:rsidRPr="00A37E76">
              <w:t>AHCLSC204 Lay paving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2466C4">
        <w:trPr>
          <w:trHeight w:val="2000"/>
        </w:trPr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C90928" w:rsidRDefault="00DA54B5" w:rsidP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C90928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C90928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40B110DE" w14:textId="3E74E326" w:rsidR="00DA54B5" w:rsidRPr="00C90928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A1556D">
              <w:rPr>
                <w:rStyle w:val="SITemporaryText-red"/>
                <w:color w:val="auto"/>
                <w:sz w:val="20"/>
              </w:rPr>
              <w:t>has</w:t>
            </w:r>
            <w:r w:rsidR="00C90928" w:rsidRPr="00A1556D">
              <w:rPr>
                <w:rStyle w:val="SITemporaryText-red"/>
                <w:color w:val="auto"/>
                <w:sz w:val="20"/>
              </w:rPr>
              <w:t xml:space="preserve"> laid </w:t>
            </w:r>
            <w:r w:rsidR="00A1556D" w:rsidRPr="00BB65DD">
              <w:rPr>
                <w:rStyle w:val="SITemporaryText-red"/>
                <w:color w:val="auto"/>
                <w:sz w:val="20"/>
              </w:rPr>
              <w:t xml:space="preserve">two different </w:t>
            </w:r>
            <w:r w:rsidR="00C90928" w:rsidRPr="00A1556D">
              <w:rPr>
                <w:rStyle w:val="SITemporaryText-red"/>
                <w:color w:val="auto"/>
                <w:sz w:val="20"/>
              </w:rPr>
              <w:t>paving</w:t>
            </w:r>
            <w:r w:rsidR="00A1556D" w:rsidRPr="00BB65DD">
              <w:rPr>
                <w:rStyle w:val="SITemporaryText-red"/>
                <w:color w:val="auto"/>
                <w:sz w:val="20"/>
              </w:rPr>
              <w:t xml:space="preserve"> patterns</w:t>
            </w:r>
            <w:r w:rsidR="00C90928" w:rsidRPr="00C90928">
              <w:rPr>
                <w:rStyle w:val="SITemporaryText-red"/>
                <w:color w:val="auto"/>
                <w:sz w:val="20"/>
              </w:rPr>
              <w:t xml:space="preserve"> on at least two occasions and has</w:t>
            </w:r>
            <w:r w:rsidRPr="00C90928">
              <w:rPr>
                <w:rStyle w:val="SITemporaryText-red"/>
                <w:color w:val="auto"/>
                <w:sz w:val="20"/>
              </w:rPr>
              <w:t>:</w:t>
            </w:r>
          </w:p>
          <w:p w14:paraId="2659B390" w14:textId="5328A88F" w:rsidR="00A37E76" w:rsidRDefault="00A37E76" w:rsidP="00A37E76">
            <w:pPr>
              <w:pStyle w:val="SIBulletList1"/>
            </w:pPr>
            <w:r w:rsidRPr="00A37E76">
              <w:t xml:space="preserve">read, </w:t>
            </w:r>
            <w:proofErr w:type="gramStart"/>
            <w:r w:rsidRPr="00A37E76">
              <w:t>interpret</w:t>
            </w:r>
            <w:r w:rsidR="00C90928">
              <w:t>ed</w:t>
            </w:r>
            <w:proofErr w:type="gramEnd"/>
            <w:r w:rsidRPr="00A37E76">
              <w:t xml:space="preserve"> and appl</w:t>
            </w:r>
            <w:r w:rsidR="00C90928">
              <w:t>ied</w:t>
            </w:r>
            <w:r w:rsidRPr="00A37E76">
              <w:t xml:space="preserve"> information from a site plan</w:t>
            </w:r>
          </w:p>
          <w:p w14:paraId="5742F15E" w14:textId="2745D134" w:rsidR="00477E33" w:rsidRPr="00477E33" w:rsidRDefault="00477E33" w:rsidP="00477E33">
            <w:pPr>
              <w:pStyle w:val="SIBulletList1"/>
            </w:pPr>
            <w:r w:rsidRPr="00477E33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</w:p>
          <w:p w14:paraId="5A4A6318" w14:textId="253AF35C" w:rsidR="00A37E76" w:rsidRDefault="00A37E76" w:rsidP="00A37E76">
            <w:pPr>
              <w:pStyle w:val="SIBulletList1"/>
            </w:pPr>
            <w:r w:rsidRPr="00A37E76">
              <w:t>prepare</w:t>
            </w:r>
            <w:r w:rsidR="00C90928">
              <w:t>d</w:t>
            </w:r>
            <w:r w:rsidRPr="00A37E76">
              <w:t xml:space="preserve"> the site for paving</w:t>
            </w:r>
          </w:p>
          <w:p w14:paraId="72C86A01" w14:textId="0BEB4FBE" w:rsidR="00A37E76" w:rsidRPr="00A37E76" w:rsidRDefault="00A37E76" w:rsidP="00A37E76">
            <w:pPr>
              <w:pStyle w:val="SIBulletList1"/>
            </w:pPr>
            <w:r w:rsidRPr="00A37E76">
              <w:t>la</w:t>
            </w:r>
            <w:r w:rsidR="00C90928">
              <w:t>id</w:t>
            </w:r>
            <w:r w:rsidRPr="00A37E76">
              <w:t xml:space="preserve"> bedding material</w:t>
            </w:r>
          </w:p>
          <w:p w14:paraId="0D97A3D9" w14:textId="5D5EDEAC" w:rsidR="00A37E76" w:rsidRPr="00A37E76" w:rsidRDefault="00A37E76" w:rsidP="00A37E76">
            <w:pPr>
              <w:pStyle w:val="SIBulletList1"/>
            </w:pPr>
            <w:r w:rsidRPr="00A37E76">
              <w:t>la</w:t>
            </w:r>
            <w:r w:rsidR="00C90928">
              <w:t>id</w:t>
            </w:r>
            <w:r w:rsidRPr="00A37E76">
              <w:t xml:space="preserve"> </w:t>
            </w:r>
            <w:r w:rsidR="00DB4956">
              <w:t xml:space="preserve">and cut in </w:t>
            </w:r>
            <w:r w:rsidRPr="00A37E76">
              <w:t>pavers to pattern</w:t>
            </w:r>
          </w:p>
          <w:p w14:paraId="77D90B65" w14:textId="27307F8C" w:rsidR="00DB4956" w:rsidRPr="00DB4956" w:rsidRDefault="00DB4956" w:rsidP="00DB4956">
            <w:pPr>
              <w:pStyle w:val="SIBulletList1"/>
            </w:pPr>
            <w:r>
              <w:t>us</w:t>
            </w:r>
            <w:r w:rsidR="00286A37">
              <w:t>ed</w:t>
            </w:r>
            <w:r w:rsidRPr="00DB4956">
              <w:t xml:space="preserve"> different edge restraints</w:t>
            </w:r>
          </w:p>
          <w:p w14:paraId="579707FF" w14:textId="77777777" w:rsidR="00970F96" w:rsidRDefault="00A37E76" w:rsidP="00970F96">
            <w:pPr>
              <w:pStyle w:val="SIBulletList1"/>
            </w:pPr>
            <w:r w:rsidRPr="00A37E76">
              <w:t>clean</w:t>
            </w:r>
            <w:r w:rsidR="00C90928">
              <w:t>ed</w:t>
            </w:r>
            <w:r w:rsidRPr="00A37E76">
              <w:t xml:space="preserve"> up the site and dispose</w:t>
            </w:r>
            <w:r w:rsidR="00970F96">
              <w:t>d</w:t>
            </w:r>
            <w:r w:rsidRPr="00A37E76">
              <w:t xml:space="preserve"> of waste</w:t>
            </w:r>
          </w:p>
          <w:p w14:paraId="3F4E2EAA" w14:textId="6487DEC5" w:rsidR="00556C4C" w:rsidRPr="000754EC" w:rsidRDefault="00970F96" w:rsidP="00970F96">
            <w:pPr>
              <w:pStyle w:val="SIBulletList1"/>
            </w:pPr>
            <w:r>
              <w:t xml:space="preserve">reported </w:t>
            </w:r>
            <w:r w:rsidR="00C07DD6">
              <w:t>paving</w:t>
            </w:r>
            <w:r w:rsidRPr="00970F96">
              <w:t xml:space="preserve"> operations and unserviceable tools and equipment</w:t>
            </w:r>
            <w:r w:rsidR="00C90928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C90928" w:rsidRDefault="00DA54B5" w:rsidP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167C44D" w14:textId="3C9D5295" w:rsidR="00477E33" w:rsidRDefault="00477E33" w:rsidP="00BC5819">
            <w:pPr>
              <w:pStyle w:val="SIBulletList1"/>
            </w:pPr>
            <w:r>
              <w:t>workplace requirements applicable to health and safety in the workplace for laying pavers including appropriate use of personal protective equipment (PPE)</w:t>
            </w:r>
          </w:p>
          <w:p w14:paraId="1D1024C9" w14:textId="1B916499" w:rsidR="00A37E76" w:rsidRPr="00A37E76" w:rsidRDefault="00A37E76" w:rsidP="00A37E76">
            <w:pPr>
              <w:pStyle w:val="SIBulletList1"/>
            </w:pPr>
            <w:r w:rsidRPr="00A37E76">
              <w:t>principles and practices of paving</w:t>
            </w:r>
            <w:r w:rsidR="00477E33">
              <w:t>, including:</w:t>
            </w:r>
          </w:p>
          <w:p w14:paraId="58DD4FF4" w14:textId="343AA3CD" w:rsidR="00DB4956" w:rsidRDefault="0085772A" w:rsidP="00DB4956">
            <w:pPr>
              <w:pStyle w:val="SIBulletList2"/>
            </w:pPr>
            <w:r>
              <w:t xml:space="preserve">terminology for </w:t>
            </w:r>
            <w:r w:rsidR="00DB4956">
              <w:t>types of base and bedding material, edge restraints and their function</w:t>
            </w:r>
          </w:p>
          <w:p w14:paraId="710E3A48" w14:textId="1ABC7856" w:rsidR="00A37E76" w:rsidRDefault="00C90928" w:rsidP="00A37E76">
            <w:pPr>
              <w:pStyle w:val="SIBulletList2"/>
            </w:pPr>
            <w:r>
              <w:t xml:space="preserve">types of </w:t>
            </w:r>
            <w:r w:rsidR="00A37E76" w:rsidRPr="00A37E76">
              <w:t>pavers</w:t>
            </w:r>
          </w:p>
          <w:p w14:paraId="49DEE31A" w14:textId="5E106F00" w:rsidR="00A37E76" w:rsidRPr="00A37E76" w:rsidRDefault="00A37E76" w:rsidP="00A37E76">
            <w:pPr>
              <w:pStyle w:val="SIBulletList2"/>
            </w:pPr>
            <w:r w:rsidRPr="00A37E76">
              <w:t xml:space="preserve">paving </w:t>
            </w:r>
            <w:r w:rsidR="00DB4956">
              <w:t xml:space="preserve">patterns, </w:t>
            </w:r>
            <w:proofErr w:type="gramStart"/>
            <w:r w:rsidRPr="00A37E76">
              <w:t>styles</w:t>
            </w:r>
            <w:proofErr w:type="gramEnd"/>
            <w:r w:rsidRPr="00A37E76">
              <w:t xml:space="preserve"> and methods</w:t>
            </w:r>
          </w:p>
          <w:p w14:paraId="57E79723" w14:textId="5007749F" w:rsidR="00A37E76" w:rsidRPr="00A37E76" w:rsidRDefault="00A37E76" w:rsidP="00A37E76">
            <w:pPr>
              <w:pStyle w:val="SIBulletList2"/>
            </w:pPr>
            <w:r w:rsidRPr="00A37E76">
              <w:t>potential environmental impact of a paving project</w:t>
            </w:r>
          </w:p>
          <w:p w14:paraId="3DEA8008" w14:textId="4D7FFD26" w:rsidR="00A50A9C" w:rsidRDefault="00A37E76" w:rsidP="00C90928">
            <w:pPr>
              <w:pStyle w:val="SIBulletList2"/>
            </w:pPr>
            <w:r w:rsidRPr="00A37E76">
              <w:t xml:space="preserve">types of signs and barriers that need to be erected around </w:t>
            </w:r>
            <w:r w:rsidR="00A50A9C">
              <w:t>the site</w:t>
            </w:r>
          </w:p>
          <w:p w14:paraId="594042BC" w14:textId="3F9C703C" w:rsidR="00F1480E" w:rsidRPr="000754EC" w:rsidRDefault="00A50A9C" w:rsidP="00A50A9C">
            <w:pPr>
              <w:pStyle w:val="SIBulletList2"/>
            </w:pPr>
            <w:r w:rsidRPr="00A37E76">
              <w:t>methods of disposing of soil and waste materials</w:t>
            </w:r>
            <w:r w:rsidR="00C90928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C90928" w14:paraId="4AECFB30" w14:textId="77777777" w:rsidTr="00CA2922">
        <w:tc>
          <w:tcPr>
            <w:tcW w:w="5000" w:type="pct"/>
            <w:shd w:val="clear" w:color="auto" w:fill="auto"/>
          </w:tcPr>
          <w:p w14:paraId="62D0ECC7" w14:textId="067F5DCF" w:rsidR="00DA54B5" w:rsidRPr="00C90928" w:rsidRDefault="00DA54B5" w:rsidP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7A806CD9" w:rsidR="00DA54B5" w:rsidRPr="00C90928" w:rsidRDefault="00DA54B5" w:rsidP="00C9092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201E5266" w:rsidR="00DA54B5" w:rsidRPr="002466C4" w:rsidRDefault="002466C4" w:rsidP="002466C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66C4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547AEC5C" w:rsidR="00DA54B5" w:rsidRPr="00C90928" w:rsidRDefault="00DA54B5" w:rsidP="00C9092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C90928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C90928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164B4889" w14:textId="22700001" w:rsidR="002466C4" w:rsidRPr="002466C4" w:rsidRDefault="002466C4" w:rsidP="002466C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66C4">
              <w:rPr>
                <w:rStyle w:val="SITemporaryText-red"/>
                <w:rFonts w:eastAsia="Calibri"/>
                <w:color w:val="auto"/>
                <w:sz w:val="20"/>
              </w:rPr>
              <w:t>work instructions applicable to laying pavers</w:t>
            </w:r>
          </w:p>
          <w:p w14:paraId="612A60D9" w14:textId="27EEFF4B" w:rsidR="002466C4" w:rsidRPr="002466C4" w:rsidRDefault="002466C4" w:rsidP="002466C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66C4">
              <w:rPr>
                <w:rStyle w:val="SITemporaryText-red"/>
                <w:rFonts w:eastAsia="Calibri"/>
                <w:color w:val="auto"/>
                <w:sz w:val="20"/>
              </w:rPr>
              <w:t xml:space="preserve">materials, </w:t>
            </w:r>
            <w:proofErr w:type="gramStart"/>
            <w:r w:rsidRPr="002466C4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2466C4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laying pavers</w:t>
            </w:r>
          </w:p>
          <w:p w14:paraId="4AB282A7" w14:textId="4AF9E37A" w:rsidR="00DA54B5" w:rsidRPr="002466C4" w:rsidRDefault="00A50A9C" w:rsidP="00800AC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00ACB">
              <w:rPr>
                <w:rStyle w:val="SITemporaryText-red"/>
                <w:rFonts w:eastAsia="Calibri"/>
                <w:color w:val="auto"/>
                <w:sz w:val="20"/>
              </w:rPr>
              <w:t>PPE</w:t>
            </w:r>
            <w:r w:rsidR="002466C4" w:rsidRPr="00800ACB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2466C4" w:rsidRPr="002466C4">
              <w:rPr>
                <w:rStyle w:val="SITemporaryText-red"/>
                <w:rFonts w:eastAsia="Calibri"/>
                <w:color w:val="auto"/>
                <w:sz w:val="20"/>
              </w:rPr>
              <w:t>applicable to laying pavers</w:t>
            </w:r>
          </w:p>
          <w:p w14:paraId="3D4B0BD2" w14:textId="21AF443A" w:rsidR="00DA54B5" w:rsidRPr="00C90928" w:rsidRDefault="00DA54B5" w:rsidP="00C90928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90928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4ECA078" w14:textId="6506176C" w:rsidR="00A50A9C" w:rsidRPr="00A50A9C" w:rsidRDefault="00A50A9C" w:rsidP="00A50A9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50A9C">
              <w:rPr>
                <w:rStyle w:val="SITemporaryText-red"/>
                <w:rFonts w:eastAsia="Calibri"/>
                <w:color w:val="auto"/>
                <w:sz w:val="20"/>
              </w:rPr>
              <w:t>workplace requirements applicable to health and safety in the workplace and laying pavers</w:t>
            </w:r>
          </w:p>
          <w:p w14:paraId="5EDE35FD" w14:textId="0B93172C" w:rsidR="00DA54B5" w:rsidRPr="002466C4" w:rsidRDefault="002466C4" w:rsidP="002466C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66C4">
              <w:rPr>
                <w:rStyle w:val="SITemporaryText-red"/>
                <w:rFonts w:eastAsia="Calibri"/>
                <w:color w:val="auto"/>
                <w:sz w:val="20"/>
              </w:rPr>
              <w:t>site plan</w:t>
            </w:r>
          </w:p>
          <w:p w14:paraId="0DCA1D1B" w14:textId="3423B30C" w:rsidR="00DA54B5" w:rsidRPr="00C90928" w:rsidRDefault="00DA54B5" w:rsidP="00C9092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6D591125" w:rsidR="00DA54B5" w:rsidRPr="002466C4" w:rsidRDefault="002466C4" w:rsidP="002466C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66C4">
              <w:rPr>
                <w:rStyle w:val="SITemporaryText-red"/>
                <w:color w:val="auto"/>
                <w:sz w:val="20"/>
              </w:rPr>
              <w:t>supervisor</w:t>
            </w:r>
          </w:p>
          <w:p w14:paraId="08F72541" w14:textId="1B3FC9D1" w:rsidR="00DA54B5" w:rsidRPr="00C90928" w:rsidRDefault="00DA54B5" w:rsidP="00C9092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77F2961A" w:rsidR="00DA54B5" w:rsidRPr="002466C4" w:rsidRDefault="002466C4" w:rsidP="002466C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66C4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66C4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C90928" w:rsidRDefault="00DA54B5" w:rsidP="00C9092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30389D98" w:rsidR="00DA54B5" w:rsidRPr="00C90928" w:rsidRDefault="00DA54B5" w:rsidP="00C90928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90928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456A0E80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6E1EC1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52CD0C" w14:textId="77777777" w:rsidR="00EB2855" w:rsidRDefault="00EB2855" w:rsidP="00BF3F0A">
      <w:r>
        <w:separator/>
      </w:r>
    </w:p>
    <w:p w14:paraId="01910128" w14:textId="77777777" w:rsidR="00EB2855" w:rsidRDefault="00EB2855"/>
  </w:endnote>
  <w:endnote w:type="continuationSeparator" w:id="0">
    <w:p w14:paraId="3E8FD4C3" w14:textId="77777777" w:rsidR="00EB2855" w:rsidRDefault="00EB2855" w:rsidP="00BF3F0A">
      <w:r>
        <w:continuationSeparator/>
      </w:r>
    </w:p>
    <w:p w14:paraId="2EE219CA" w14:textId="77777777" w:rsidR="00EB2855" w:rsidRDefault="00EB28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DAF0A0" w14:textId="77777777" w:rsidR="00EB2855" w:rsidRDefault="00EB2855" w:rsidP="00BF3F0A">
      <w:r>
        <w:separator/>
      </w:r>
    </w:p>
    <w:p w14:paraId="194E137A" w14:textId="77777777" w:rsidR="00EB2855" w:rsidRDefault="00EB2855"/>
  </w:footnote>
  <w:footnote w:type="continuationSeparator" w:id="0">
    <w:p w14:paraId="404163EB" w14:textId="77777777" w:rsidR="00EB2855" w:rsidRDefault="00EB2855" w:rsidP="00BF3F0A">
      <w:r>
        <w:continuationSeparator/>
      </w:r>
    </w:p>
    <w:p w14:paraId="27A2F52E" w14:textId="77777777" w:rsidR="00EB2855" w:rsidRDefault="00EB28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7734478" w:rsidR="009C2650" w:rsidRPr="00A37E76" w:rsidRDefault="00A37E76" w:rsidP="00A37E76">
    <w:r w:rsidRPr="00A37E76">
      <w:rPr>
        <w:lang w:eastAsia="en-US"/>
      </w:rPr>
      <w:t>AHCLSC204 Lay paving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7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4"/>
  </w:num>
  <w:num w:numId="13">
    <w:abstractNumId w:val="18"/>
  </w:num>
  <w:num w:numId="14">
    <w:abstractNumId w:val="6"/>
  </w:num>
  <w:num w:numId="15">
    <w:abstractNumId w:val="7"/>
  </w:num>
  <w:num w:numId="16">
    <w:abstractNumId w:val="19"/>
  </w:num>
  <w:num w:numId="17">
    <w:abstractNumId w:val="13"/>
  </w:num>
  <w:num w:numId="18">
    <w:abstractNumId w:val="5"/>
  </w:num>
  <w:num w:numId="19">
    <w:abstractNumId w:val="9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3143"/>
    <w:rsid w:val="00234444"/>
    <w:rsid w:val="00242293"/>
    <w:rsid w:val="00244EA7"/>
    <w:rsid w:val="002466C4"/>
    <w:rsid w:val="00262FC3"/>
    <w:rsid w:val="0026394F"/>
    <w:rsid w:val="00267AF6"/>
    <w:rsid w:val="00276DB8"/>
    <w:rsid w:val="00282664"/>
    <w:rsid w:val="00285FB8"/>
    <w:rsid w:val="00286A37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437"/>
    <w:rsid w:val="00337E82"/>
    <w:rsid w:val="00346FDC"/>
    <w:rsid w:val="00350BB1"/>
    <w:rsid w:val="00352C83"/>
    <w:rsid w:val="00366805"/>
    <w:rsid w:val="0037067D"/>
    <w:rsid w:val="00373436"/>
    <w:rsid w:val="00373FBC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35D33"/>
    <w:rsid w:val="00444423"/>
    <w:rsid w:val="0044688B"/>
    <w:rsid w:val="00452F3E"/>
    <w:rsid w:val="0046239A"/>
    <w:rsid w:val="004640AE"/>
    <w:rsid w:val="004679E3"/>
    <w:rsid w:val="00475172"/>
    <w:rsid w:val="004758B0"/>
    <w:rsid w:val="00477E33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A79D4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3942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1EC1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C5B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2043"/>
    <w:rsid w:val="007D5A78"/>
    <w:rsid w:val="007E3BD1"/>
    <w:rsid w:val="007F1563"/>
    <w:rsid w:val="007F1EB2"/>
    <w:rsid w:val="007F44DB"/>
    <w:rsid w:val="007F5A8B"/>
    <w:rsid w:val="00800AC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72A"/>
    <w:rsid w:val="00865011"/>
    <w:rsid w:val="008831C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60F6C"/>
    <w:rsid w:val="00970747"/>
    <w:rsid w:val="00970F96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1556D"/>
    <w:rsid w:val="00A216A8"/>
    <w:rsid w:val="00A223A6"/>
    <w:rsid w:val="00A36156"/>
    <w:rsid w:val="00A3639E"/>
    <w:rsid w:val="00A37E76"/>
    <w:rsid w:val="00A5092E"/>
    <w:rsid w:val="00A50A9C"/>
    <w:rsid w:val="00A554D6"/>
    <w:rsid w:val="00A56E14"/>
    <w:rsid w:val="00A6476B"/>
    <w:rsid w:val="00A76C6C"/>
    <w:rsid w:val="00A7778B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1499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B49EF"/>
    <w:rsid w:val="00BB65DD"/>
    <w:rsid w:val="00BC5075"/>
    <w:rsid w:val="00BC5419"/>
    <w:rsid w:val="00BD3B0F"/>
    <w:rsid w:val="00BD40A8"/>
    <w:rsid w:val="00BE5889"/>
    <w:rsid w:val="00BF1D4C"/>
    <w:rsid w:val="00BF3F0A"/>
    <w:rsid w:val="00C07DD6"/>
    <w:rsid w:val="00C143C3"/>
    <w:rsid w:val="00C1739B"/>
    <w:rsid w:val="00C21ADE"/>
    <w:rsid w:val="00C26067"/>
    <w:rsid w:val="00C30A29"/>
    <w:rsid w:val="00C317DC"/>
    <w:rsid w:val="00C545DC"/>
    <w:rsid w:val="00C578E9"/>
    <w:rsid w:val="00C70626"/>
    <w:rsid w:val="00C72860"/>
    <w:rsid w:val="00C73582"/>
    <w:rsid w:val="00C73B90"/>
    <w:rsid w:val="00C742EC"/>
    <w:rsid w:val="00C90928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B4956"/>
    <w:rsid w:val="00DC1D69"/>
    <w:rsid w:val="00DC5A3A"/>
    <w:rsid w:val="00DD0726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91BFF"/>
    <w:rsid w:val="00E92933"/>
    <w:rsid w:val="00E933B0"/>
    <w:rsid w:val="00E94FAD"/>
    <w:rsid w:val="00E95498"/>
    <w:rsid w:val="00EB0AA4"/>
    <w:rsid w:val="00EB2855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b6c62f6-5287-445c-95c2-5bb291441dd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894FEE-FCB9-4ACB-B4AA-2BB95A7D7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1C8E0C-218C-4974-84ED-AC4D77FDA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206</TotalTime>
  <Pages>4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27</cp:revision>
  <cp:lastPrinted>2016-05-27T05:21:00Z</cp:lastPrinted>
  <dcterms:created xsi:type="dcterms:W3CDTF">2020-08-25T06:08:00Z</dcterms:created>
  <dcterms:modified xsi:type="dcterms:W3CDTF">2021-06-08T06:37:00Z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